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635A80B" w14:textId="63CEBDC2" w:rsidR="00C43038" w:rsidRDefault="00040101" w:rsidP="00C43038">
      <w:pPr>
        <w:jc w:val="right"/>
      </w:pPr>
      <w:r>
        <w:t xml:space="preserve">Tallinna Linnavolikogu 21.03.2024 otsuse nr </w:t>
      </w:r>
      <w:r w:rsidR="0027456D">
        <w:t>38</w:t>
      </w:r>
    </w:p>
    <w:p w14:paraId="53B8683C" w14:textId="3FD3A2C9" w:rsidR="0027456D" w:rsidRDefault="0027456D" w:rsidP="00C43038">
      <w:pPr>
        <w:jc w:val="right"/>
      </w:pPr>
      <w:r>
        <w:t>LISA</w:t>
      </w:r>
    </w:p>
    <w:p w14:paraId="5C710593" w14:textId="77777777" w:rsidR="00C43038" w:rsidRDefault="00C43038"/>
    <w:p w14:paraId="6450C94C" w14:textId="77777777" w:rsidR="00C43038" w:rsidRDefault="00C43038"/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4A5FD1" w:rsidRPr="004A5FD1" w14:paraId="20658ACD" w14:textId="77777777" w:rsidTr="0004665A">
        <w:trPr>
          <w:trHeight w:val="2353"/>
        </w:trPr>
        <w:tc>
          <w:tcPr>
            <w:tcW w:w="6350" w:type="dxa"/>
            <w:shd w:val="clear" w:color="auto" w:fill="auto"/>
          </w:tcPr>
          <w:p w14:paraId="670EE3F0" w14:textId="6FD7A633" w:rsidR="00D40650" w:rsidRPr="00A10E66" w:rsidRDefault="00152B7D" w:rsidP="00DF44DF">
            <w:pPr>
              <w:pStyle w:val="TableContents"/>
              <w:rPr>
                <w:b/>
              </w:rPr>
            </w:pPr>
            <w:r>
              <w:rPr>
                <w:b/>
              </w:rPr>
              <w:t>VABARIIGI VALITSUS</w:t>
            </w:r>
          </w:p>
        </w:tc>
        <w:tc>
          <w:tcPr>
            <w:tcW w:w="2722" w:type="dxa"/>
            <w:shd w:val="clear" w:color="auto" w:fill="auto"/>
          </w:tcPr>
          <w:p w14:paraId="414B5F54" w14:textId="77777777" w:rsidR="00BC1A62" w:rsidRPr="00B7405C" w:rsidRDefault="0047459A" w:rsidP="0076054B">
            <w:pPr>
              <w:pStyle w:val="AK"/>
              <w:jc w:val="right"/>
              <w:rPr>
                <w:sz w:val="24"/>
                <w:szCs w:val="24"/>
              </w:rPr>
            </w:pPr>
            <w:r w:rsidRPr="00B7405C">
              <w:rPr>
                <w:sz w:val="24"/>
                <w:szCs w:val="24"/>
              </w:rPr>
              <w:t>EELNÕU</w:t>
            </w:r>
          </w:p>
          <w:p w14:paraId="0394FE00" w14:textId="5E8B83B0" w:rsidR="0047459A" w:rsidRPr="00B7405C" w:rsidRDefault="00822215" w:rsidP="0076054B">
            <w:pPr>
              <w:pStyle w:val="AK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B7405C" w:rsidRPr="00B7405C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  <w:r w:rsidR="00B7405C" w:rsidRPr="00B7405C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</w:p>
          <w:p w14:paraId="05E0E95F" w14:textId="77777777" w:rsidR="00BC1A62" w:rsidRPr="004A5FD1" w:rsidRDefault="00BC1A62" w:rsidP="0076054B">
            <w:pPr>
              <w:jc w:val="right"/>
              <w:rPr>
                <w:color w:val="FF0000"/>
              </w:rPr>
            </w:pPr>
          </w:p>
        </w:tc>
      </w:tr>
      <w:tr w:rsidR="0076054B" w:rsidRPr="001D4CFB" w14:paraId="6DB98DD7" w14:textId="77777777" w:rsidTr="0004665A">
        <w:trPr>
          <w:trHeight w:val="1531"/>
        </w:trPr>
        <w:tc>
          <w:tcPr>
            <w:tcW w:w="6350" w:type="dxa"/>
            <w:shd w:val="clear" w:color="auto" w:fill="auto"/>
          </w:tcPr>
          <w:p w14:paraId="3C8B310A" w14:textId="0F4A919D" w:rsidR="0076054B" w:rsidRPr="006B118C" w:rsidRDefault="007D26D9" w:rsidP="0099344A">
            <w:pPr>
              <w:pStyle w:val="Liik"/>
            </w:pPr>
            <w:r>
              <w:t>MÄÄRUS</w:t>
            </w:r>
          </w:p>
        </w:tc>
        <w:tc>
          <w:tcPr>
            <w:tcW w:w="2722" w:type="dxa"/>
            <w:shd w:val="clear" w:color="auto" w:fill="auto"/>
          </w:tcPr>
          <w:p w14:paraId="42E531F0" w14:textId="77777777" w:rsidR="0076054B" w:rsidRPr="0076054B" w:rsidRDefault="0076054B" w:rsidP="004A5FD1">
            <w:pPr>
              <w:pStyle w:val="Kuupev1"/>
              <w:rPr>
                <w:i/>
                <w:iCs/>
              </w:rPr>
            </w:pPr>
          </w:p>
        </w:tc>
      </w:tr>
    </w:tbl>
    <w:p w14:paraId="40D039EA" w14:textId="4FAE8D5A" w:rsidR="0099344A" w:rsidRPr="00570435" w:rsidRDefault="0099344A" w:rsidP="00570435">
      <w:pPr>
        <w:spacing w:line="240" w:lineRule="auto"/>
        <w:rPr>
          <w:b/>
          <w:bCs/>
          <w:kern w:val="36"/>
        </w:rPr>
      </w:pPr>
      <w:r>
        <w:rPr>
          <w:rStyle w:val="normaltextrun"/>
          <w:b/>
          <w:bCs/>
        </w:rPr>
        <w:t xml:space="preserve">Vabariigi Valitsuse </w:t>
      </w:r>
      <w:r w:rsidR="00822215">
        <w:rPr>
          <w:rStyle w:val="normaltextrun"/>
          <w:b/>
          <w:bCs/>
        </w:rPr>
        <w:t>21. detsembri 2023</w:t>
      </w:r>
      <w:r w:rsidR="007D6C31">
        <w:rPr>
          <w:rStyle w:val="normaltextrun"/>
          <w:b/>
          <w:bCs/>
        </w:rPr>
        <w:t xml:space="preserve"> </w:t>
      </w:r>
      <w:r>
        <w:rPr>
          <w:rStyle w:val="normaltextrun"/>
          <w:b/>
          <w:bCs/>
        </w:rPr>
        <w:t>määruse</w:t>
      </w:r>
      <w:r w:rsidR="00822215">
        <w:rPr>
          <w:rStyle w:val="normaltextrun"/>
          <w:b/>
          <w:bCs/>
        </w:rPr>
        <w:t xml:space="preserve"> nr 124</w:t>
      </w:r>
      <w:r>
        <w:rPr>
          <w:rStyle w:val="normaltextrun"/>
          <w:b/>
          <w:bCs/>
        </w:rPr>
        <w:t xml:space="preserve"> </w:t>
      </w:r>
      <w:r w:rsidR="00822215">
        <w:rPr>
          <w:rStyle w:val="normaltextrun"/>
          <w:b/>
          <w:bCs/>
        </w:rPr>
        <w:t>„</w:t>
      </w:r>
      <w:r w:rsidR="00822215" w:rsidRPr="00822215">
        <w:rPr>
          <w:rStyle w:val="normaltextrun"/>
          <w:b/>
          <w:bCs/>
        </w:rPr>
        <w:t>Põhikooli ja gümnaasiumi õpetaja töötasu alammäär</w:t>
      </w:r>
      <w:r w:rsidR="00822215">
        <w:rPr>
          <w:rStyle w:val="normaltextrun"/>
          <w:b/>
          <w:bCs/>
        </w:rPr>
        <w:t>“ muutmine</w:t>
      </w:r>
    </w:p>
    <w:p w14:paraId="4634A111" w14:textId="3135A366" w:rsidR="004A5FD1" w:rsidRDefault="004A5FD1" w:rsidP="009F6ADD">
      <w:pPr>
        <w:pStyle w:val="Tekst"/>
      </w:pPr>
    </w:p>
    <w:p w14:paraId="241A09D9" w14:textId="77777777" w:rsidR="00B7405C" w:rsidRDefault="00B7405C" w:rsidP="00B7405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643233AD" w14:textId="24D1E7A9" w:rsidR="00570435" w:rsidRPr="00570435" w:rsidRDefault="00570435" w:rsidP="00570435">
      <w:pPr>
        <w:spacing w:line="240" w:lineRule="auto"/>
      </w:pPr>
      <w:r w:rsidRPr="00570435">
        <w:rPr>
          <w:rFonts w:eastAsia="Times New Roman"/>
        </w:rPr>
        <w:t xml:space="preserve">Määrus kehtestatakse põhikooli- ja gümnaasiumiseaduse </w:t>
      </w:r>
      <w:r w:rsidRPr="00E55731">
        <w:rPr>
          <w:rFonts w:eastAsia="Times New Roman"/>
        </w:rPr>
        <w:t xml:space="preserve">§ </w:t>
      </w:r>
      <w:r w:rsidR="00822215" w:rsidRPr="00E55731">
        <w:rPr>
          <w:rFonts w:eastAsia="Times New Roman"/>
        </w:rPr>
        <w:t>76</w:t>
      </w:r>
      <w:r w:rsidRPr="00E55731">
        <w:rPr>
          <w:rFonts w:eastAsia="Times New Roman"/>
        </w:rPr>
        <w:t xml:space="preserve">  </w:t>
      </w:r>
      <w:r w:rsidRPr="00570435">
        <w:rPr>
          <w:rFonts w:eastAsia="Times New Roman"/>
        </w:rPr>
        <w:t>alusel.</w:t>
      </w:r>
    </w:p>
    <w:p w14:paraId="74F560A4" w14:textId="6F3085C6" w:rsidR="00570435" w:rsidRPr="00570435" w:rsidRDefault="00570435" w:rsidP="00570435">
      <w:pPr>
        <w:spacing w:line="240" w:lineRule="auto"/>
      </w:pPr>
    </w:p>
    <w:p w14:paraId="048969E5" w14:textId="7FA3E906" w:rsidR="00570435" w:rsidRPr="00E55731" w:rsidRDefault="00570435" w:rsidP="00570435">
      <w:pPr>
        <w:pStyle w:val="Pealkiri1"/>
        <w:spacing w:before="0" w:line="240" w:lineRule="auto"/>
        <w:ind w:left="-5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570435">
        <w:rPr>
          <w:rFonts w:ascii="Times New Roman" w:hAnsi="Times New Roman" w:cs="Times New Roman"/>
          <w:b/>
          <w:color w:val="auto"/>
          <w:sz w:val="24"/>
          <w:szCs w:val="24"/>
        </w:rPr>
        <w:t xml:space="preserve">§ 1. </w:t>
      </w:r>
      <w:r w:rsidRPr="00E55731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Vabariigi Valitsuse </w:t>
      </w:r>
      <w:r w:rsidR="00822215" w:rsidRPr="00E55731">
        <w:rPr>
          <w:rFonts w:ascii="Times New Roman" w:hAnsi="Times New Roman" w:cs="Times New Roman"/>
          <w:bCs/>
          <w:color w:val="auto"/>
          <w:sz w:val="24"/>
          <w:szCs w:val="24"/>
        </w:rPr>
        <w:t>21</w:t>
      </w:r>
      <w:r w:rsidRPr="00E55731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</w:t>
      </w:r>
      <w:r w:rsidR="00822215" w:rsidRPr="00E55731">
        <w:rPr>
          <w:rFonts w:ascii="Times New Roman" w:hAnsi="Times New Roman" w:cs="Times New Roman"/>
          <w:bCs/>
          <w:color w:val="auto"/>
          <w:sz w:val="24"/>
          <w:szCs w:val="24"/>
        </w:rPr>
        <w:t>detsembri</w:t>
      </w:r>
      <w:r w:rsidRPr="00E55731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20</w:t>
      </w:r>
      <w:r w:rsidR="00822215" w:rsidRPr="00E55731">
        <w:rPr>
          <w:rFonts w:ascii="Times New Roman" w:hAnsi="Times New Roman" w:cs="Times New Roman"/>
          <w:bCs/>
          <w:color w:val="auto"/>
          <w:sz w:val="24"/>
          <w:szCs w:val="24"/>
        </w:rPr>
        <w:t>23</w:t>
      </w:r>
      <w:r w:rsidRPr="00E55731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määruse nr 1</w:t>
      </w:r>
      <w:r w:rsidR="00822215" w:rsidRPr="00E55731">
        <w:rPr>
          <w:rFonts w:ascii="Times New Roman" w:hAnsi="Times New Roman" w:cs="Times New Roman"/>
          <w:bCs/>
          <w:color w:val="auto"/>
          <w:sz w:val="24"/>
          <w:szCs w:val="24"/>
        </w:rPr>
        <w:t>24</w:t>
      </w:r>
      <w:r w:rsidR="007D6C31" w:rsidRPr="00E55731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E55731">
        <w:rPr>
          <w:rFonts w:ascii="Times New Roman" w:hAnsi="Times New Roman" w:cs="Times New Roman"/>
          <w:bCs/>
          <w:color w:val="auto"/>
          <w:sz w:val="24"/>
          <w:szCs w:val="24"/>
        </w:rPr>
        <w:t>„</w:t>
      </w:r>
      <w:r w:rsidR="00822215" w:rsidRPr="00E55731">
        <w:rPr>
          <w:rFonts w:ascii="Times New Roman" w:hAnsi="Times New Roman" w:cs="Times New Roman"/>
          <w:bCs/>
          <w:color w:val="auto"/>
          <w:sz w:val="24"/>
          <w:szCs w:val="24"/>
        </w:rPr>
        <w:t>Põhikooli ja gümnaasiumi õpetaja töötasu alammäär</w:t>
      </w:r>
      <w:r w:rsidRPr="00E55731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“ </w:t>
      </w:r>
      <w:r w:rsidR="00E55731">
        <w:rPr>
          <w:rFonts w:ascii="Times New Roman" w:hAnsi="Times New Roman" w:cs="Times New Roman"/>
          <w:bCs/>
          <w:color w:val="auto"/>
          <w:sz w:val="24"/>
          <w:szCs w:val="24"/>
        </w:rPr>
        <w:t>paragrahvi</w:t>
      </w:r>
      <w:r w:rsidR="007D6C31" w:rsidRPr="00E55731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1 muudetakse ja sõnastatakse järgmiselt:</w:t>
      </w:r>
      <w:r w:rsidRPr="00E55731">
        <w:rPr>
          <w:rFonts w:ascii="Times New Roman" w:eastAsia="Segoe UI" w:hAnsi="Times New Roman" w:cs="Times New Roman"/>
          <w:bCs/>
          <w:color w:val="auto"/>
          <w:sz w:val="24"/>
          <w:szCs w:val="24"/>
        </w:rPr>
        <w:t xml:space="preserve"> </w:t>
      </w:r>
    </w:p>
    <w:p w14:paraId="26B0227A" w14:textId="5A4F3ABD" w:rsidR="00570435" w:rsidRPr="00570435" w:rsidRDefault="00570435" w:rsidP="00570435">
      <w:pPr>
        <w:spacing w:line="240" w:lineRule="auto"/>
      </w:pPr>
    </w:p>
    <w:p w14:paraId="2A0F0720" w14:textId="77777777" w:rsidR="008B441D" w:rsidRDefault="007D6C31" w:rsidP="00822215">
      <w:pPr>
        <w:spacing w:line="240" w:lineRule="auto"/>
        <w:ind w:left="-5" w:right="51" w:hanging="10"/>
        <w:rPr>
          <w:rFonts w:eastAsia="Times New Roman"/>
        </w:rPr>
      </w:pPr>
      <w:r>
        <w:rPr>
          <w:rFonts w:eastAsia="Times New Roman"/>
        </w:rPr>
        <w:t xml:space="preserve">„§ 1. </w:t>
      </w:r>
      <w:r w:rsidR="008B441D" w:rsidRPr="008B441D">
        <w:rPr>
          <w:rFonts w:eastAsia="Times New Roman"/>
          <w:b/>
          <w:bCs/>
        </w:rPr>
        <w:t>Õpetaja töötasu alammäär</w:t>
      </w:r>
    </w:p>
    <w:p w14:paraId="6165774C" w14:textId="77777777" w:rsidR="008B441D" w:rsidRDefault="008B441D" w:rsidP="00822215">
      <w:pPr>
        <w:spacing w:line="240" w:lineRule="auto"/>
        <w:ind w:left="-5" w:right="51" w:hanging="10"/>
        <w:rPr>
          <w:rFonts w:eastAsia="Times New Roman"/>
        </w:rPr>
      </w:pPr>
    </w:p>
    <w:p w14:paraId="5DAECDD5" w14:textId="1D9111D2" w:rsidR="00822215" w:rsidRPr="00822215" w:rsidRDefault="00822215" w:rsidP="00822215">
      <w:pPr>
        <w:spacing w:line="240" w:lineRule="auto"/>
        <w:ind w:left="-5" w:right="51" w:hanging="10"/>
        <w:rPr>
          <w:rFonts w:eastAsia="Times New Roman"/>
        </w:rPr>
      </w:pPr>
      <w:r w:rsidRPr="00822215">
        <w:rPr>
          <w:rFonts w:eastAsia="Times New Roman"/>
        </w:rPr>
        <w:t>Põhikooli ja gümnaasiumi õpetaja töötasu alammäär</w:t>
      </w:r>
      <w:r w:rsidR="007D6C31">
        <w:rPr>
          <w:rFonts w:eastAsia="Times New Roman"/>
        </w:rPr>
        <w:t xml:space="preserve"> on </w:t>
      </w:r>
      <w:r w:rsidR="007F10CD">
        <w:rPr>
          <w:rFonts w:eastAsia="Times New Roman"/>
        </w:rPr>
        <w:t xml:space="preserve">täiskohaga töötamise korral </w:t>
      </w:r>
      <w:r w:rsidRPr="00822215">
        <w:rPr>
          <w:rFonts w:eastAsia="Times New Roman"/>
        </w:rPr>
        <w:t>1836</w:t>
      </w:r>
      <w:r w:rsidR="007D6C31">
        <w:rPr>
          <w:rFonts w:eastAsia="Times New Roman"/>
        </w:rPr>
        <w:t xml:space="preserve"> eurot“.</w:t>
      </w:r>
    </w:p>
    <w:p w14:paraId="32B527E6" w14:textId="77777777" w:rsidR="00822215" w:rsidRDefault="00822215" w:rsidP="00822215">
      <w:pPr>
        <w:spacing w:line="240" w:lineRule="auto"/>
        <w:ind w:left="-5" w:right="51" w:hanging="10"/>
        <w:rPr>
          <w:rFonts w:eastAsia="Times New Roman"/>
        </w:rPr>
      </w:pPr>
    </w:p>
    <w:p w14:paraId="577E9079" w14:textId="3F597645" w:rsidR="00570435" w:rsidRPr="00570435" w:rsidRDefault="007D6C31" w:rsidP="00822215">
      <w:pPr>
        <w:spacing w:line="240" w:lineRule="auto"/>
        <w:ind w:left="-5" w:right="51" w:hanging="10"/>
      </w:pPr>
      <w:r w:rsidRPr="007D6C31">
        <w:rPr>
          <w:rFonts w:eastAsia="Times New Roman"/>
          <w:b/>
          <w:bCs/>
        </w:rPr>
        <w:t xml:space="preserve">§ </w:t>
      </w:r>
      <w:r w:rsidR="00822215" w:rsidRPr="007D6C31">
        <w:rPr>
          <w:rFonts w:eastAsia="Times New Roman"/>
          <w:b/>
          <w:bCs/>
        </w:rPr>
        <w:t>2.</w:t>
      </w:r>
      <w:r w:rsidR="00822215">
        <w:rPr>
          <w:rFonts w:eastAsia="Times New Roman"/>
        </w:rPr>
        <w:t xml:space="preserve"> Määrus jõustub tagasiulatuvalt 1. jaanuarist 2024.</w:t>
      </w:r>
    </w:p>
    <w:p w14:paraId="7C2F866C" w14:textId="3104DBC3" w:rsidR="00B7405C" w:rsidRPr="00570435" w:rsidRDefault="00B7405C" w:rsidP="00570435">
      <w:pPr>
        <w:spacing w:line="240" w:lineRule="auto"/>
      </w:pPr>
    </w:p>
    <w:p w14:paraId="4644C9CE" w14:textId="77777777" w:rsidR="00B7405C" w:rsidRDefault="00B7405C" w:rsidP="005704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57FEC551" w14:textId="77777777" w:rsidR="00B7405C" w:rsidRDefault="00B7405C" w:rsidP="00B7405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Kaja Kallas </w:t>
      </w:r>
      <w:r>
        <w:rPr>
          <w:rStyle w:val="eop"/>
        </w:rPr>
        <w:t> </w:t>
      </w:r>
    </w:p>
    <w:p w14:paraId="63E49A54" w14:textId="57768BFB" w:rsidR="00B7405C" w:rsidRDefault="00B7405C" w:rsidP="00B7405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peaminister</w:t>
      </w:r>
      <w:r>
        <w:rPr>
          <w:rStyle w:val="tabchar"/>
          <w:rFonts w:ascii="Calibri" w:hAnsi="Calibri" w:cs="Calibri"/>
        </w:rPr>
        <w:t xml:space="preserve">                               </w:t>
      </w:r>
      <w:r w:rsidR="00822215">
        <w:rPr>
          <w:rStyle w:val="normaltextrun"/>
        </w:rPr>
        <w:t>Kristina Kallas</w:t>
      </w:r>
      <w:r>
        <w:rPr>
          <w:rStyle w:val="normaltextrun"/>
        </w:rPr>
        <w:t> </w:t>
      </w:r>
      <w:r>
        <w:rPr>
          <w:rStyle w:val="eop"/>
        </w:rPr>
        <w:t> </w:t>
      </w:r>
    </w:p>
    <w:p w14:paraId="5401638D" w14:textId="77777777" w:rsidR="00B7405C" w:rsidRDefault="00B7405C" w:rsidP="00B7405C">
      <w:pPr>
        <w:pStyle w:val="paragraph"/>
        <w:spacing w:before="0" w:beforeAutospacing="0" w:after="0" w:afterAutospacing="0"/>
        <w:ind w:left="2115"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haridus- ja teadusminister    </w:t>
      </w:r>
      <w:r>
        <w:rPr>
          <w:rStyle w:val="tabchar"/>
          <w:rFonts w:ascii="Calibri" w:hAnsi="Calibri" w:cs="Calibri"/>
        </w:rPr>
        <w:t xml:space="preserve">           </w:t>
      </w:r>
      <w:proofErr w:type="spellStart"/>
      <w:r>
        <w:rPr>
          <w:rStyle w:val="spellingerror"/>
        </w:rPr>
        <w:t>Taimar</w:t>
      </w:r>
      <w:proofErr w:type="spellEnd"/>
      <w:r>
        <w:rPr>
          <w:rStyle w:val="normaltextrun"/>
        </w:rPr>
        <w:t> </w:t>
      </w:r>
      <w:proofErr w:type="spellStart"/>
      <w:r>
        <w:rPr>
          <w:rStyle w:val="spellingerror"/>
        </w:rPr>
        <w:t>Peterkop</w:t>
      </w:r>
      <w:proofErr w:type="spellEnd"/>
      <w:r>
        <w:rPr>
          <w:rStyle w:val="eop"/>
        </w:rPr>
        <w:t> </w:t>
      </w:r>
    </w:p>
    <w:p w14:paraId="54550CA9" w14:textId="77777777" w:rsidR="00B7405C" w:rsidRDefault="00B7405C" w:rsidP="00B7405C">
      <w:pPr>
        <w:pStyle w:val="paragraph"/>
        <w:spacing w:before="0" w:beforeAutospacing="0" w:after="0" w:afterAutospacing="0"/>
        <w:ind w:left="4950"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        riigisekretär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eop"/>
        </w:rPr>
        <w:t> </w:t>
      </w:r>
    </w:p>
    <w:p w14:paraId="1D85D094" w14:textId="2CA4E633" w:rsidR="00B7405C" w:rsidRDefault="00B7405C" w:rsidP="0099344A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>
        <w:rPr>
          <w:rStyle w:val="eop"/>
        </w:rPr>
        <w:t> </w:t>
      </w:r>
    </w:p>
    <w:p w14:paraId="2D80DA11" w14:textId="77777777" w:rsidR="009B39A1" w:rsidRDefault="009B39A1" w:rsidP="0099344A">
      <w:pPr>
        <w:pStyle w:val="paragraph"/>
        <w:spacing w:before="0" w:beforeAutospacing="0" w:after="0" w:afterAutospacing="0"/>
        <w:textAlignment w:val="baseline"/>
        <w:rPr>
          <w:rStyle w:val="eop"/>
        </w:rPr>
      </w:pPr>
    </w:p>
    <w:p w14:paraId="3A56BE15" w14:textId="77777777" w:rsidR="009B39A1" w:rsidRDefault="009B39A1" w:rsidP="0099344A">
      <w:pPr>
        <w:pStyle w:val="paragraph"/>
        <w:spacing w:before="0" w:beforeAutospacing="0" w:after="0" w:afterAutospacing="0"/>
        <w:textAlignment w:val="baseline"/>
        <w:rPr>
          <w:rStyle w:val="eop"/>
        </w:rPr>
      </w:pPr>
    </w:p>
    <w:p w14:paraId="69018B95" w14:textId="77777777" w:rsidR="009B39A1" w:rsidRDefault="009B39A1" w:rsidP="0099344A">
      <w:pPr>
        <w:pStyle w:val="paragraph"/>
        <w:spacing w:before="0" w:beforeAutospacing="0" w:after="0" w:afterAutospacing="0"/>
        <w:textAlignment w:val="baseline"/>
        <w:rPr>
          <w:rStyle w:val="eop"/>
        </w:rPr>
      </w:pPr>
    </w:p>
    <w:p w14:paraId="0089D210" w14:textId="77777777" w:rsidR="009B39A1" w:rsidRDefault="009B39A1" w:rsidP="0099344A">
      <w:pPr>
        <w:pStyle w:val="paragraph"/>
        <w:spacing w:before="0" w:beforeAutospacing="0" w:after="0" w:afterAutospacing="0"/>
        <w:textAlignment w:val="baseline"/>
        <w:rPr>
          <w:rStyle w:val="eop"/>
        </w:rPr>
      </w:pPr>
    </w:p>
    <w:p w14:paraId="080E199C" w14:textId="77777777" w:rsidR="009B39A1" w:rsidRDefault="009B39A1" w:rsidP="0099344A">
      <w:pPr>
        <w:pStyle w:val="paragraph"/>
        <w:spacing w:before="0" w:beforeAutospacing="0" w:after="0" w:afterAutospacing="0"/>
        <w:textAlignment w:val="baseline"/>
        <w:rPr>
          <w:rStyle w:val="eop"/>
        </w:rPr>
      </w:pPr>
    </w:p>
    <w:p w14:paraId="36A93196" w14:textId="77777777" w:rsidR="009B39A1" w:rsidRPr="00BD078E" w:rsidRDefault="009B39A1" w:rsidP="0099344A">
      <w:pPr>
        <w:pStyle w:val="paragraph"/>
        <w:spacing w:before="0" w:beforeAutospacing="0" w:after="0" w:afterAutospacing="0"/>
        <w:textAlignment w:val="baseline"/>
      </w:pPr>
    </w:p>
    <w:p w14:paraId="59CD9EE0" w14:textId="77777777" w:rsidR="009238E4" w:rsidRDefault="009238E4" w:rsidP="00502BF6">
      <w:pPr>
        <w:jc w:val="left"/>
        <w:rPr>
          <w:rFonts w:eastAsiaTheme="minorEastAsia"/>
          <w:kern w:val="0"/>
          <w:sz w:val="22"/>
          <w:szCs w:val="22"/>
          <w:lang w:eastAsia="en-US" w:bidi="ar-SA"/>
        </w:rPr>
      </w:pPr>
      <w:r>
        <w:t>(allkirjastatud digitaalselt)</w:t>
      </w:r>
      <w:r>
        <w:br/>
        <w:t>Maris Sild</w:t>
      </w:r>
      <w:r>
        <w:br/>
        <w:t>Esimees</w:t>
      </w:r>
    </w:p>
    <w:p w14:paraId="17597890" w14:textId="17A23F52" w:rsidR="00BD078E" w:rsidRPr="00BD078E" w:rsidRDefault="00BD078E" w:rsidP="0075695A">
      <w:pPr>
        <w:pStyle w:val="Tekst"/>
      </w:pPr>
    </w:p>
    <w:sectPr w:rsidR="00BD078E" w:rsidRPr="00BD078E" w:rsidSect="00110BCA">
      <w:headerReference w:type="default" r:id="rId11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A9EAC" w14:textId="77777777" w:rsidR="00342A37" w:rsidRDefault="00342A37" w:rsidP="00DF44DF">
      <w:r>
        <w:separator/>
      </w:r>
    </w:p>
  </w:endnote>
  <w:endnote w:type="continuationSeparator" w:id="0">
    <w:p w14:paraId="7DE5AE03" w14:textId="77777777" w:rsidR="00342A37" w:rsidRDefault="00342A3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2E1B8" w14:textId="77777777" w:rsidR="00342A37" w:rsidRDefault="00342A37" w:rsidP="00DF44DF">
      <w:r>
        <w:separator/>
      </w:r>
    </w:p>
  </w:footnote>
  <w:footnote w:type="continuationSeparator" w:id="0">
    <w:p w14:paraId="5B46DC79" w14:textId="77777777" w:rsidR="00342A37" w:rsidRDefault="00342A37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5053097"/>
      <w:docPartObj>
        <w:docPartGallery w:val="Page Numbers (Top of Page)"/>
        <w:docPartUnique/>
      </w:docPartObj>
    </w:sdtPr>
    <w:sdtContent>
      <w:p w14:paraId="0656BA24" w14:textId="48FED06F" w:rsidR="00110BCA" w:rsidRDefault="00177661" w:rsidP="00110BCA">
        <w:pPr>
          <w:pStyle w:val="Jalus1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</w:instrText>
        </w:r>
        <w:r>
          <w:rPr>
            <w:noProof/>
          </w:rPr>
          <w:fldChar w:fldCharType="separate"/>
        </w:r>
        <w:r w:rsidR="005704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82F9905" w14:textId="77777777" w:rsidR="00110BCA" w:rsidRDefault="00110BC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5309"/>
    <w:multiLevelType w:val="hybridMultilevel"/>
    <w:tmpl w:val="3A9E0BD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54BB8"/>
    <w:multiLevelType w:val="hybridMultilevel"/>
    <w:tmpl w:val="430237CC"/>
    <w:lvl w:ilvl="0" w:tplc="E2A20126">
      <w:start w:val="1"/>
      <w:numFmt w:val="decimal"/>
      <w:lvlText w:val="%1)"/>
      <w:lvlJc w:val="left"/>
      <w:pPr>
        <w:ind w:left="345" w:hanging="360"/>
      </w:pPr>
      <w:rPr>
        <w:rFonts w:ascii="Times New Roman" w:hAnsi="Times New Roman" w:cs="Times New Roman" w:hint="default"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065" w:hanging="360"/>
      </w:pPr>
    </w:lvl>
    <w:lvl w:ilvl="2" w:tplc="0425001B" w:tentative="1">
      <w:start w:val="1"/>
      <w:numFmt w:val="lowerRoman"/>
      <w:lvlText w:val="%3."/>
      <w:lvlJc w:val="right"/>
      <w:pPr>
        <w:ind w:left="1785" w:hanging="180"/>
      </w:pPr>
    </w:lvl>
    <w:lvl w:ilvl="3" w:tplc="0425000F" w:tentative="1">
      <w:start w:val="1"/>
      <w:numFmt w:val="decimal"/>
      <w:lvlText w:val="%4."/>
      <w:lvlJc w:val="left"/>
      <w:pPr>
        <w:ind w:left="2505" w:hanging="360"/>
      </w:pPr>
    </w:lvl>
    <w:lvl w:ilvl="4" w:tplc="04250019" w:tentative="1">
      <w:start w:val="1"/>
      <w:numFmt w:val="lowerLetter"/>
      <w:lvlText w:val="%5."/>
      <w:lvlJc w:val="left"/>
      <w:pPr>
        <w:ind w:left="3225" w:hanging="360"/>
      </w:pPr>
    </w:lvl>
    <w:lvl w:ilvl="5" w:tplc="0425001B" w:tentative="1">
      <w:start w:val="1"/>
      <w:numFmt w:val="lowerRoman"/>
      <w:lvlText w:val="%6."/>
      <w:lvlJc w:val="right"/>
      <w:pPr>
        <w:ind w:left="3945" w:hanging="180"/>
      </w:pPr>
    </w:lvl>
    <w:lvl w:ilvl="6" w:tplc="0425000F" w:tentative="1">
      <w:start w:val="1"/>
      <w:numFmt w:val="decimal"/>
      <w:lvlText w:val="%7."/>
      <w:lvlJc w:val="left"/>
      <w:pPr>
        <w:ind w:left="4665" w:hanging="360"/>
      </w:pPr>
    </w:lvl>
    <w:lvl w:ilvl="7" w:tplc="04250019" w:tentative="1">
      <w:start w:val="1"/>
      <w:numFmt w:val="lowerLetter"/>
      <w:lvlText w:val="%8."/>
      <w:lvlJc w:val="left"/>
      <w:pPr>
        <w:ind w:left="5385" w:hanging="360"/>
      </w:pPr>
    </w:lvl>
    <w:lvl w:ilvl="8" w:tplc="042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" w15:restartNumberingAfterBreak="0">
    <w:nsid w:val="3146045C"/>
    <w:multiLevelType w:val="hybridMultilevel"/>
    <w:tmpl w:val="3EFC9A70"/>
    <w:lvl w:ilvl="0" w:tplc="07F6A75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65" w:hanging="360"/>
      </w:pPr>
    </w:lvl>
    <w:lvl w:ilvl="2" w:tplc="0425001B" w:tentative="1">
      <w:start w:val="1"/>
      <w:numFmt w:val="lowerRoman"/>
      <w:lvlText w:val="%3."/>
      <w:lvlJc w:val="right"/>
      <w:pPr>
        <w:ind w:left="1785" w:hanging="180"/>
      </w:pPr>
    </w:lvl>
    <w:lvl w:ilvl="3" w:tplc="0425000F" w:tentative="1">
      <w:start w:val="1"/>
      <w:numFmt w:val="decimal"/>
      <w:lvlText w:val="%4."/>
      <w:lvlJc w:val="left"/>
      <w:pPr>
        <w:ind w:left="2505" w:hanging="360"/>
      </w:pPr>
    </w:lvl>
    <w:lvl w:ilvl="4" w:tplc="04250019" w:tentative="1">
      <w:start w:val="1"/>
      <w:numFmt w:val="lowerLetter"/>
      <w:lvlText w:val="%5."/>
      <w:lvlJc w:val="left"/>
      <w:pPr>
        <w:ind w:left="3225" w:hanging="360"/>
      </w:pPr>
    </w:lvl>
    <w:lvl w:ilvl="5" w:tplc="0425001B" w:tentative="1">
      <w:start w:val="1"/>
      <w:numFmt w:val="lowerRoman"/>
      <w:lvlText w:val="%6."/>
      <w:lvlJc w:val="right"/>
      <w:pPr>
        <w:ind w:left="3945" w:hanging="180"/>
      </w:pPr>
    </w:lvl>
    <w:lvl w:ilvl="6" w:tplc="0425000F" w:tentative="1">
      <w:start w:val="1"/>
      <w:numFmt w:val="decimal"/>
      <w:lvlText w:val="%7."/>
      <w:lvlJc w:val="left"/>
      <w:pPr>
        <w:ind w:left="4665" w:hanging="360"/>
      </w:pPr>
    </w:lvl>
    <w:lvl w:ilvl="7" w:tplc="04250019" w:tentative="1">
      <w:start w:val="1"/>
      <w:numFmt w:val="lowerLetter"/>
      <w:lvlText w:val="%8."/>
      <w:lvlJc w:val="left"/>
      <w:pPr>
        <w:ind w:left="5385" w:hanging="360"/>
      </w:pPr>
    </w:lvl>
    <w:lvl w:ilvl="8" w:tplc="042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" w15:restartNumberingAfterBreak="0">
    <w:nsid w:val="31EE27CD"/>
    <w:multiLevelType w:val="hybridMultilevel"/>
    <w:tmpl w:val="31FE2FF0"/>
    <w:lvl w:ilvl="0" w:tplc="7228CEBE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020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06CC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020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4CED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020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22E3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020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3A7B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020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96C8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020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7099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020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7028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020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4888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020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87C7451"/>
    <w:multiLevelType w:val="hybridMultilevel"/>
    <w:tmpl w:val="C4D6D56E"/>
    <w:lvl w:ilvl="0" w:tplc="76FC131E">
      <w:start w:val="2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0255288">
    <w:abstractNumId w:val="0"/>
  </w:num>
  <w:num w:numId="2" w16cid:durableId="389813121">
    <w:abstractNumId w:val="3"/>
  </w:num>
  <w:num w:numId="3" w16cid:durableId="1133712589">
    <w:abstractNumId w:val="1"/>
  </w:num>
  <w:num w:numId="4" w16cid:durableId="2902375">
    <w:abstractNumId w:val="4"/>
  </w:num>
  <w:num w:numId="5" w16cid:durableId="7734076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3E5"/>
    <w:rsid w:val="000140C2"/>
    <w:rsid w:val="00040101"/>
    <w:rsid w:val="0004665A"/>
    <w:rsid w:val="00052814"/>
    <w:rsid w:val="00060947"/>
    <w:rsid w:val="00073127"/>
    <w:rsid w:val="000913FC"/>
    <w:rsid w:val="000E4F8D"/>
    <w:rsid w:val="00110BCA"/>
    <w:rsid w:val="00124999"/>
    <w:rsid w:val="00146998"/>
    <w:rsid w:val="00152B7D"/>
    <w:rsid w:val="00177661"/>
    <w:rsid w:val="001A7D04"/>
    <w:rsid w:val="001D4CFB"/>
    <w:rsid w:val="001F14A3"/>
    <w:rsid w:val="002008A2"/>
    <w:rsid w:val="0022269C"/>
    <w:rsid w:val="0026456A"/>
    <w:rsid w:val="0027456D"/>
    <w:rsid w:val="002807BC"/>
    <w:rsid w:val="002835BB"/>
    <w:rsid w:val="00293449"/>
    <w:rsid w:val="002C4D6D"/>
    <w:rsid w:val="002F254F"/>
    <w:rsid w:val="00317682"/>
    <w:rsid w:val="00326FA3"/>
    <w:rsid w:val="00342A37"/>
    <w:rsid w:val="00354059"/>
    <w:rsid w:val="00394DCB"/>
    <w:rsid w:val="003A59CC"/>
    <w:rsid w:val="003B2A9C"/>
    <w:rsid w:val="00414881"/>
    <w:rsid w:val="004213E5"/>
    <w:rsid w:val="00435A13"/>
    <w:rsid w:val="0044084D"/>
    <w:rsid w:val="0047459A"/>
    <w:rsid w:val="004A3512"/>
    <w:rsid w:val="004A5FD1"/>
    <w:rsid w:val="004C1391"/>
    <w:rsid w:val="004E641D"/>
    <w:rsid w:val="0050252A"/>
    <w:rsid w:val="00502BF6"/>
    <w:rsid w:val="00546204"/>
    <w:rsid w:val="00551E24"/>
    <w:rsid w:val="00557534"/>
    <w:rsid w:val="00560A92"/>
    <w:rsid w:val="0056160C"/>
    <w:rsid w:val="00564569"/>
    <w:rsid w:val="00566D45"/>
    <w:rsid w:val="00570435"/>
    <w:rsid w:val="005B5CE1"/>
    <w:rsid w:val="005E3AED"/>
    <w:rsid w:val="005E45BB"/>
    <w:rsid w:val="00602834"/>
    <w:rsid w:val="00680609"/>
    <w:rsid w:val="006B5F3B"/>
    <w:rsid w:val="006C12F9"/>
    <w:rsid w:val="006E16BD"/>
    <w:rsid w:val="006E5F57"/>
    <w:rsid w:val="006F3BB9"/>
    <w:rsid w:val="006F72D7"/>
    <w:rsid w:val="007056E1"/>
    <w:rsid w:val="00713327"/>
    <w:rsid w:val="007560C5"/>
    <w:rsid w:val="0075695A"/>
    <w:rsid w:val="0076054B"/>
    <w:rsid w:val="00793A3C"/>
    <w:rsid w:val="007A1DE8"/>
    <w:rsid w:val="007B0D12"/>
    <w:rsid w:val="007D26D9"/>
    <w:rsid w:val="007D54FC"/>
    <w:rsid w:val="007D6C31"/>
    <w:rsid w:val="007F10CD"/>
    <w:rsid w:val="007F55B0"/>
    <w:rsid w:val="00822215"/>
    <w:rsid w:val="00835858"/>
    <w:rsid w:val="008874AD"/>
    <w:rsid w:val="008919F2"/>
    <w:rsid w:val="008B441D"/>
    <w:rsid w:val="008D4634"/>
    <w:rsid w:val="008F0B50"/>
    <w:rsid w:val="0091786B"/>
    <w:rsid w:val="009238E4"/>
    <w:rsid w:val="00932CDE"/>
    <w:rsid w:val="009370A4"/>
    <w:rsid w:val="009709A8"/>
    <w:rsid w:val="0099344A"/>
    <w:rsid w:val="009A6106"/>
    <w:rsid w:val="009B39A1"/>
    <w:rsid w:val="009B3D2E"/>
    <w:rsid w:val="009C72EE"/>
    <w:rsid w:val="009E0D76"/>
    <w:rsid w:val="009E7F4A"/>
    <w:rsid w:val="009F6ADD"/>
    <w:rsid w:val="00A10E66"/>
    <w:rsid w:val="00A1244E"/>
    <w:rsid w:val="00A17F87"/>
    <w:rsid w:val="00A867D0"/>
    <w:rsid w:val="00AD2EA7"/>
    <w:rsid w:val="00B21A03"/>
    <w:rsid w:val="00B7405C"/>
    <w:rsid w:val="00BC1A62"/>
    <w:rsid w:val="00BC28D9"/>
    <w:rsid w:val="00BD078E"/>
    <w:rsid w:val="00BD3CCF"/>
    <w:rsid w:val="00BF4D7C"/>
    <w:rsid w:val="00C24F66"/>
    <w:rsid w:val="00C27B07"/>
    <w:rsid w:val="00C34520"/>
    <w:rsid w:val="00C41FC5"/>
    <w:rsid w:val="00C43038"/>
    <w:rsid w:val="00C43265"/>
    <w:rsid w:val="00C83346"/>
    <w:rsid w:val="00C90E39"/>
    <w:rsid w:val="00C92F25"/>
    <w:rsid w:val="00CA583B"/>
    <w:rsid w:val="00CA5F0B"/>
    <w:rsid w:val="00CF2B77"/>
    <w:rsid w:val="00CF4303"/>
    <w:rsid w:val="00D40650"/>
    <w:rsid w:val="00D559F8"/>
    <w:rsid w:val="00D8202D"/>
    <w:rsid w:val="00DF44DF"/>
    <w:rsid w:val="00E023F6"/>
    <w:rsid w:val="00E03DBB"/>
    <w:rsid w:val="00E25089"/>
    <w:rsid w:val="00E55731"/>
    <w:rsid w:val="00F25A4E"/>
    <w:rsid w:val="00F9645B"/>
    <w:rsid w:val="00FD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698D26F"/>
  <w15:docId w15:val="{C7846161-75E3-4624-8BB6-E73D999B2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70435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4A5FD1"/>
    <w:pPr>
      <w:spacing w:after="560"/>
    </w:pPr>
    <w:rPr>
      <w:rFonts w:eastAsia="SimSun"/>
      <w:b/>
      <w:bCs/>
      <w:color w:val="FF0000"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4A5FD1"/>
    <w:pPr>
      <w:jc w:val="right"/>
    </w:pPr>
    <w:rPr>
      <w:rFonts w:eastAsia="SimSun"/>
      <w:color w:val="FF0000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9F6ADD"/>
    <w:rPr>
      <w:rFonts w:cs="Mangal"/>
      <w:szCs w:val="21"/>
    </w:rPr>
  </w:style>
  <w:style w:type="character" w:styleId="Kommentaariviide">
    <w:name w:val="annotation reference"/>
    <w:basedOn w:val="Liguvaikefont"/>
    <w:uiPriority w:val="99"/>
    <w:semiHidden/>
    <w:unhideWhenUsed/>
    <w:rsid w:val="0031768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31768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317682"/>
    <w:rPr>
      <w:rFonts w:eastAsia="SimSun" w:cs="Mangal"/>
      <w:kern w:val="1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1768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17682"/>
    <w:rPr>
      <w:rFonts w:eastAsia="SimSun" w:cs="Mangal"/>
      <w:b/>
      <w:bCs/>
      <w:kern w:val="1"/>
      <w:szCs w:val="18"/>
      <w:lang w:eastAsia="zh-CN" w:bidi="hi-IN"/>
    </w:rPr>
  </w:style>
  <w:style w:type="paragraph" w:customStyle="1" w:styleId="paragraph">
    <w:name w:val="paragraph"/>
    <w:basedOn w:val="Normaallaad"/>
    <w:rsid w:val="00B7405C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normaltextrun">
    <w:name w:val="normaltextrun"/>
    <w:basedOn w:val="Liguvaikefont"/>
    <w:rsid w:val="00B7405C"/>
  </w:style>
  <w:style w:type="character" w:customStyle="1" w:styleId="eop">
    <w:name w:val="eop"/>
    <w:basedOn w:val="Liguvaikefont"/>
    <w:rsid w:val="00B7405C"/>
  </w:style>
  <w:style w:type="character" w:customStyle="1" w:styleId="spellingerror">
    <w:name w:val="spellingerror"/>
    <w:basedOn w:val="Liguvaikefont"/>
    <w:rsid w:val="00B7405C"/>
  </w:style>
  <w:style w:type="character" w:customStyle="1" w:styleId="tabchar">
    <w:name w:val="tabchar"/>
    <w:basedOn w:val="Liguvaikefont"/>
    <w:rsid w:val="00B7405C"/>
  </w:style>
  <w:style w:type="character" w:customStyle="1" w:styleId="Pealkiri1Mrk">
    <w:name w:val="Pealkiri 1 Märk"/>
    <w:basedOn w:val="Liguvaikefont"/>
    <w:link w:val="Pealkiri1"/>
    <w:uiPriority w:val="9"/>
    <w:rsid w:val="00570435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570435"/>
    <w:pPr>
      <w:widowControl/>
      <w:suppressAutoHyphens w:val="0"/>
      <w:spacing w:after="160" w:line="259" w:lineRule="auto"/>
      <w:ind w:left="720"/>
      <w:contextualSpacing/>
      <w:jc w:val="left"/>
    </w:pPr>
    <w:rPr>
      <w:rFonts w:ascii="Calibri" w:eastAsia="Calibri" w:hAnsi="Calibri" w:cs="Calibri"/>
      <w:color w:val="000000"/>
      <w:kern w:val="0"/>
      <w:sz w:val="22"/>
      <w:szCs w:val="22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M_yldplank_TN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101" ma:contentTypeVersion="7599" fp:containerId="228b4970-73de-44a4-83e2-9513be360001" fp:lcid="1061" ma:contentTypeName="HTM_Lisamaterjal">
  <xs:schema xmlns:f="88f869cb-f818-40a0-afbb-be79abbdf27e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RMOrderPosition" minOccurs="0"/>
                <xs:element ref="f:RMInSigningContainer" minOccurs="0"/>
                <xs:element ref="f:RMVirtualFolderNames" minOccurs="0"/>
                <xs:element ref="f:RMAddendumNumber" minOccurs="0"/>
                <xs:element ref="f:RMInheritedFields" minOccurs="0"/>
                <xs:element ref="f:RMAccessRestrictedFrom" minOccurs="0"/>
                <xs:element ref="f:RMAccessRestrictedUntil" minOccurs="0"/>
                <xs:element ref="f:RMAccessRestrictionLevel" minOccurs="0"/>
                <xs:element ref="f:RMAccessRestrictionReason" minOccurs="0"/>
                <xs:element ref="f:RMAccessRestrictionPublishingLevel" minOccurs="0"/>
                <xs:element ref="f:RMAccessRestrictionDate" minOccurs="0"/>
                <xs:element ref="f:RMAccessRestrictionDuration" minOccurs="0"/>
                <xs:element ref="f:RMAccessRestrictionNotificationTime" minOccurs="0"/>
                <xs:element ref="f:RMAccessRestrictionEndEvent" minOccurs="0"/>
                <xs:element ref="f:Allkirjastaja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AddDocumentDataToFileName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DocumentExpirationDate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88f869cb-f818-40a0-afbb-be79abbdf27e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fp:namespace="228B497073DE44A483E29513BE360001" fp:type="String">
      <xs:simpleType>
        <xs:restriction base="dms:Text">
          <xs:maxLength value="300"/>
        </xs:restriction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4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5" ma:internalName="RMInSigningContainer" nillable="true" ma:readOnly="true" fp:namespace="228B497073DE44A483E29513BE360001" fp:type="Boolean">
      <xs:simpleType>
        <xs:restriction base="dms:Boolean"/>
      </xs:simpleType>
    </xs:element>
    <xs:element name="RMVirtualFolderNames" ma:displayName="Taotlustoimikud" ma:index="6" ma:internalName="RMVirtualFolderNames" nillable="true" ma:readOnly="true" fp:namespace="228B497073DE44A483E29513BE360001" fp:type="String">
      <xs:simpleType>
        <xs:restriction base="dms:Text"/>
      </xs:simpleType>
    </xs:element>
    <xs:element name="RMAddendumNumber" ma:displayName="Lisa number" ma:index="7" ma:internalName="RMAddendumNumber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heritedFields" ma:displayName="RMInheritedFields" ma:index="8" ma:internalName="RMInheritedFields" nillable="true" ma:readOnly="true" fp:namespace="228B497073DE44A483E29513BE360001" fp:type="String">
      <xs:simpleType>
        <xs:restriction base="dms:Text"/>
      </xs:simpleType>
    </xs:element>
    <xs:element name="RMAccessRestrictedFrom" ma:displayName="Kehtiv alates" ma:index="9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10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Level" ma:displayName="Juurdepääsupiirangu tase" ma:index="11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12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PublishingLevel" ma:displayName="Avalikustamine" ma:index="13" ma:internalName="RMAccessRestrictionPublishingLevel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Date" ma:displayName="Fikseeritud lõppkuupäev" ma:index="14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Duration" ma:displayName="Kestus" ma:index="15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16" ma:internalName="RMAccessRestrictionNotificationTime" nillable="true" ma:readOnly="true" fp:namespace="228B497073DE44A483E29513BE360001" ma:format="DateTime" fp:type="DateTime">
      <xs:simpleType>
        <xs:restriction base="dms:DateTime"/>
      </xs:simpleType>
    </xs:element>
    <xs:element name="RMAccessRestrictionEndEvent" ma:displayName="Kehtiv kuni kirjeldus" ma:index="17" ma:internalName="RMAccessRestrictionEndEvent" nillable="true" ma:readOnly="true" fp:namespace="228B497073DE44A483E29513BE360001" fp:type="String">
      <xs:simpleType>
        <xs:restriction base="dms:Text"/>
      </xs:simpleType>
    </xs:element>
    <xs:element name="Allkirjastaja" ma:displayName="Allkirjastaja" ma:index="18" ma:internalName="Allkirjastaja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19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Versiooni olek" ma:index="20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Versioon" ma:index="21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22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23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AddDocumentDataToFileName" ma:displayName="Täienda faili pealkirja dokumendi andmetega" ma:index="24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AccessRestrictionOwnerTemp" ma:displayName="Juurdepääsupiirangu eest ajutine vastutaja" ma:index="25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26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27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DocumentExpirationDate" ma:displayName="Dokumendi lõpetamise kuupäev" ma:index="28" ma:internalName="RMDocumentExpirationDate" nillable="true" ma:hidden="true" fp:namespace="228B497073DE44A483E29513BE360001" ma:format="DateOnly" fp:type="DateTime">
      <xs:simpleType>
        <xs:restriction base="dms:DateTime"/>
      </xs:simpleType>
    </xs:element>
    <xs:element name="RMRetentionDeadline" ma:displayName="Säilitustähtaeg" ma:index="29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30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31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32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33" ma:internalName="RMStatus" nillable="true" ma:readOnly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>
  <documentManagement xmlns:xsi="http://www.w3.org/2001/XMLSchema-instance">
    <RMUniqueID xmlns="88f869cb-f818-40a0-afbb-be79abbdf27e">538faf45-652b-4b93-b6d2-45ee16745d9d</RMUniqueID>
    <RMTitle xmlns="88f869cb-f818-40a0-afbb-be79abbdf27e"/>
    <RMRegistrationDate xmlns="88f869cb-f818-40a0-afbb-be79abbdf27e" xsi:nil="true"/>
    <RMReferenceCode xmlns="88f869cb-f818-40a0-afbb-be79abbdf27e" xsi:nil="true"/>
    <RMOrderPosition xmlns="88f869cb-f818-40a0-afbb-be79abbdf27e" xsi:nil="true"/>
    <RMInSigningContainer xmlns="88f869cb-f818-40a0-afbb-be79abbdf27e" xsi:nil="true"/>
    <RMVirtualFolderNames xmlns="88f869cb-f818-40a0-afbb-be79abbdf27e" xsi:nil="true"/>
    <RMAddendumNumber xmlns="88f869cb-f818-40a0-afbb-be79abbdf27e" xsi:nil="true"/>
    <RMInheritedFields xmlns="88f869cb-f818-40a0-afbb-be79abbdf27e">RMAccessRestrictionLevel;RMAccessRestrictionReason;RMAccessRestrictionDate;RMAccessRestrictionDuration;RMAccessRestrictionEndEvent</RMInheritedFields>
    <RMAccessRestrictedFrom xmlns="88f869cb-f818-40a0-afbb-be79abbdf27e" xsi:nil="true"/>
    <RMAccessRestrictedUntil xmlns="88f869cb-f818-40a0-afbb-be79abbdf27e" xsi:nil="true"/>
    <RMAccessRestrictionLevel xmlns="88f869cb-f818-40a0-afbb-be79abbdf27e">Avalik</RMAccessRestrictionLevel>
    <RMAccessRestrictionReason xmlns="88f869cb-f818-40a0-afbb-be79abbdf27e" xsi:nil="true"/>
    <RMAccessRestrictionPublishingLevel xmlns="88f869cb-f818-40a0-afbb-be79abbdf27e">2</RMAccessRestrictionPublishingLevel>
    <RMAccessRestrictionDate xmlns="88f869cb-f818-40a0-afbb-be79abbdf27e" xsi:nil="true"/>
    <RMAccessRestrictionDuration xmlns="88f869cb-f818-40a0-afbb-be79abbdf27e" xsi:nil="true"/>
    <RMAccessRestrictionNotificationTime xmlns="88f869cb-f818-40a0-afbb-be79abbdf27e" xsi:nil="true"/>
    <RMAccessRestrictionEndEvent xmlns="88f869cb-f818-40a0-afbb-be79abbdf27e" xsi:nil="true"/>
    <Allkirjastaja xmlns="88f869cb-f818-40a0-afbb-be79abbdf27e">Liina Kersna</Allkirjastaja>
    <RMPublishedDocumentUniqueId xmlns="88f869cb-f818-40a0-afbb-be79abbdf27e" xsi:nil="true"/>
    <RMRevisionStatus xmlns="88f869cb-f818-40a0-afbb-be79abbdf27e" xsi:nil="true"/>
    <RMRevisionNumber xmlns="88f869cb-f818-40a0-afbb-be79abbdf27e" xsi:nil="true"/>
    <RMPublishedFrom xmlns="88f869cb-f818-40a0-afbb-be79abbdf27e" xsi:nil="true"/>
    <RMPublishedUntil xmlns="88f869cb-f818-40a0-afbb-be79abbdf27e" xsi:nil="true"/>
    <RMAddDocumentDataToFileName xmlns="88f869cb-f818-40a0-afbb-be79abbdf27e">false</RMAddDocumentDataToFileName>
    <RMAccessRestrictionOwnerTemp xmlns="88f869cb-f818-40a0-afbb-be79abbdf27e" xsi:nil="true"/>
    <RMAccessRestrictionOwnerTempUntil xmlns="88f869cb-f818-40a0-afbb-be79abbdf27e" xsi:nil="true"/>
    <RMAccessRestrictionExtended xmlns="88f869cb-f818-40a0-afbb-be79abbdf27e" xsi:nil="true"/>
    <RMDocumentExpirationDate xmlns="88f869cb-f818-40a0-afbb-be79abbdf27e" xsi:nil="true"/>
    <RMRetentionDeadline xmlns="88f869cb-f818-40a0-afbb-be79abbdf27e" xsi:nil="true"/>
    <RMNotes xmlns="88f869cb-f818-40a0-afbb-be79abbdf27e" xsi:nil="true"/>
    <RMShouldArchiveFilesOnRegistration xmlns="88f869cb-f818-40a0-afbb-be79abbdf27e">false</RMShouldArchiveFilesOnRegistration>
    <RMKeywords xmlns="88f869cb-f818-40a0-afbb-be79abbdf27e" xsi:nil="true"/>
    <RMStatus xmlns="88f869cb-f818-40a0-afbb-be79abbdf27e">Captured</RM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D809F4D-7010-4A55-8459-DBDCE430B9F1}">
  <ds:schemaRefs>
    <ds:schemaRef ds:uri="http://schemas.microsoft.com/office/2006/metadata/contentType"/>
    <ds:schemaRef ds:uri="http://schemas.webmedia.eu/flairPoint/propertyStores/ooxml/sharePointIntegration"/>
    <ds:schemaRef ds:uri="http://schemas.microsoft.com/office/2006/metadata/properties/metaAttributes"/>
    <ds:schemaRef ds:uri="http://www.w3.org/2001/XMLSchema"/>
    <ds:schemaRef ds:uri="88f869cb-f818-40a0-afbb-be79abbdf27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B42C0DE-1AC6-4A03-817B-ECEA6B674A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48A681-7924-4DA8-9B12-1E5D414BC4C3}">
  <ds:schemaRefs>
    <ds:schemaRef ds:uri="http://schemas.microsoft.com/office/2006/metadata/properties"/>
    <ds:schemaRef ds:uri="88f869cb-f818-40a0-afbb-be79abbdf27e"/>
  </ds:schemaRefs>
</ds:datastoreItem>
</file>

<file path=customXml/itemProps4.xml><?xml version="1.0" encoding="utf-8"?>
<ds:datastoreItem xmlns:ds="http://schemas.openxmlformats.org/officeDocument/2006/customXml" ds:itemID="{BBD5A71F-4663-4DF6-B4BC-7C5FD6560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M_yldplank_TNR</Template>
  <TotalTime>4</TotalTime>
  <Pages>1</Pages>
  <Words>125</Words>
  <Characters>729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Eelnõu.docx</vt:lpstr>
      <vt:lpstr>Vabariigi Valitsuse määruste muutmine</vt:lpstr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Eelnõu.docx</dc:title>
  <dc:creator>Helle Kalliste</dc:creator>
  <cp:lastModifiedBy>Sirje Kõrgesaar</cp:lastModifiedBy>
  <cp:revision>8</cp:revision>
  <cp:lastPrinted>2024-03-22T13:05:00Z</cp:lastPrinted>
  <dcterms:created xsi:type="dcterms:W3CDTF">2024-03-22T13:16:00Z</dcterms:created>
  <dcterms:modified xsi:type="dcterms:W3CDTF">2024-03-22T13:22:00Z</dcterms:modified>
</cp:coreProperties>
</file>